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step_1_1"/>
      <w:bookmarkEnd w:id="0"/>
      <w:r w:rsidRPr="00CD5E93">
        <w:rPr>
          <w:rFonts w:ascii="Times New Roman" w:hAnsi="Times New Roman"/>
          <w:b/>
          <w:bCs/>
          <w:sz w:val="32"/>
          <w:szCs w:val="32"/>
          <w:lang w:eastAsia="ru-RU"/>
        </w:rPr>
        <w:t>Игнорируйте вопросы и предложения ваших сверстников</w:t>
      </w:r>
      <w:r w:rsidRPr="00CD5E93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CD5E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E93">
        <w:rPr>
          <w:rFonts w:ascii="Times New Roman" w:hAnsi="Times New Roman"/>
          <w:sz w:val="28"/>
          <w:szCs w:val="28"/>
          <w:lang w:eastAsia="ru-RU"/>
        </w:rPr>
        <w:t xml:space="preserve">Скажите им, что вас это не интересует. Воспользуйтесь тем, что они, скорее всего, не помнят, что уже предлагали или спрашивали вас об этом, и поэтому не будут предлагать или спрашивать об этом еще раз. </w:t>
      </w:r>
    </w:p>
    <w:p w:rsidR="00DD26DF" w:rsidRPr="00CD5E93" w:rsidRDefault="00DD26DF" w:rsidP="00CD5E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Это сработает в ситуации, когда вам предлагают то, что вы не хотите, например, наркотики, сигареты или алкоголь. Но не пользуйтесь этим методом, если кто-то хочет, чтобы вы что-то сделали для него/нее.</w:t>
      </w:r>
    </w:p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53F35"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CD5E93">
        <w:rPr>
          <w:rFonts w:ascii="Times New Roman" w:hAnsi="Times New Roman"/>
          <w:b/>
          <w:bCs/>
          <w:sz w:val="28"/>
          <w:szCs w:val="28"/>
          <w:lang w:eastAsia="ru-RU"/>
        </w:rPr>
        <w:t>аучитесь говорить «нет».</w:t>
      </w:r>
      <w:r w:rsidRPr="00CD5E93">
        <w:rPr>
          <w:rFonts w:ascii="Times New Roman" w:hAnsi="Times New Roman"/>
          <w:sz w:val="28"/>
          <w:szCs w:val="28"/>
          <w:lang w:eastAsia="ru-RU"/>
        </w:rPr>
        <w:t xml:space="preserve"> Это самый простой и зачастую основной способ противостоять давлению сверстников. Скажите «Нет!» и твердо стойте на своем. Это избавит вас от давления в будущем, потому что ваши сверстники поймут, что вас это не интересует. Вы можете сказать что-то вроде: </w:t>
      </w:r>
    </w:p>
    <w:p w:rsidR="00DD26DF" w:rsidRPr="008A1BA3" w:rsidRDefault="00DD26DF" w:rsidP="00CD5E93">
      <w:pPr>
        <w:numPr>
          <w:ilvl w:val="0"/>
          <w:numId w:val="2"/>
        </w:numPr>
        <w:spacing w:before="100" w:beforeAutospacing="1" w:after="0" w:afterAutospacing="1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«Я не занимаюсь такими вещами.»</w:t>
      </w:r>
    </w:p>
    <w:p w:rsidR="00DD26DF" w:rsidRDefault="00DD26DF" w:rsidP="00CD5E9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b/>
          <w:bCs/>
          <w:sz w:val="28"/>
          <w:szCs w:val="28"/>
          <w:lang w:eastAsia="ru-RU"/>
        </w:rPr>
        <w:t>Обратите вопрос или предложение сверстников в шутку.</w:t>
      </w:r>
      <w:r w:rsidRPr="00CD5E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E93">
        <w:rPr>
          <w:rFonts w:ascii="Times New Roman" w:hAnsi="Times New Roman"/>
          <w:sz w:val="28"/>
          <w:szCs w:val="28"/>
          <w:lang w:eastAsia="ru-RU"/>
        </w:rPr>
        <w:t xml:space="preserve">Это даст понять сверстникам, что их предложения веселят вас и что в дальнейшем вы не будете прислушиваться к ним. Возможно, обратить предложение в шутку будет для вас нелегкой задачей, особенно если вы не очень веселый человек, но попрактиковавшись, вы будете готовы к любой ситуации. </w:t>
      </w:r>
    </w:p>
    <w:p w:rsidR="00DD26DF" w:rsidRPr="00CD5E93" w:rsidRDefault="00DD26DF" w:rsidP="00CD5E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«Вы предлагаете мне покурить? Бросьте, мне не нужен неприятный запах изо рта, желтые зубы и вонючая одежда.»</w:t>
      </w:r>
    </w:p>
    <w:p w:rsidR="00DD26DF" w:rsidRPr="00CD5E93" w:rsidRDefault="00DD26DF" w:rsidP="00CD5E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«Нет, я еще не готов делать то, что делают взрослые. Мне еще нужно сделать многое из того, что делают подростки.»</w:t>
      </w:r>
    </w:p>
    <w:p w:rsidR="00DD26DF" w:rsidRPr="008A1BA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b/>
          <w:bCs/>
          <w:sz w:val="28"/>
          <w:szCs w:val="28"/>
          <w:lang w:eastAsia="ru-RU"/>
        </w:rPr>
        <w:t>Смените тему, если ваши сверстники предлагают вам сделать то, что вы не хотите</w:t>
      </w:r>
      <w:r w:rsidRPr="00CD5E93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CD5E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E93">
        <w:rPr>
          <w:rFonts w:ascii="Times New Roman" w:hAnsi="Times New Roman"/>
          <w:sz w:val="28"/>
          <w:szCs w:val="28"/>
          <w:lang w:eastAsia="ru-RU"/>
        </w:rPr>
        <w:t xml:space="preserve">Сменив тему, вы выиграете время и сможете обдумать ваш ответ на полученное предложение. Постарайтесь вообще не отвечать на предложение, чтобы дать понять, что вы </w:t>
      </w:r>
    </w:p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 xml:space="preserve">пропустили его мимо ушей. Есть множество способов сменить тему, например: </w:t>
      </w:r>
    </w:p>
    <w:p w:rsidR="00DD26DF" w:rsidRPr="00CD5E93" w:rsidRDefault="00DD26DF" w:rsidP="00CD5E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Вспомните что-то, о чем вы хотели рассказать. «Кстати, вы ходили в новый ресторан, который открылся на прошлой неделе?»</w:t>
      </w:r>
    </w:p>
    <w:p w:rsidR="00DD26DF" w:rsidRPr="00CD5E93" w:rsidRDefault="00DD26DF" w:rsidP="00CD5E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Задайте им вопрос. «Посмотрим этот фильм вместе? Я очень хочу посмотреть его, но мне скучно делать это одному.»</w:t>
      </w:r>
    </w:p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b/>
          <w:bCs/>
          <w:sz w:val="28"/>
          <w:szCs w:val="28"/>
          <w:lang w:eastAsia="ru-RU"/>
        </w:rPr>
        <w:t>Найдите повод или оправдание, чтобы уйти.</w:t>
      </w:r>
      <w:r w:rsidRPr="00CD5E93">
        <w:rPr>
          <w:rFonts w:ascii="Times New Roman" w:hAnsi="Times New Roman"/>
          <w:sz w:val="28"/>
          <w:szCs w:val="28"/>
          <w:lang w:eastAsia="ru-RU"/>
        </w:rPr>
        <w:t xml:space="preserve"> Принесите свои извинения и уйдите, чтобы избежать возможного давления или подумать о том, как справиться со сложившейся ситуацией.</w:t>
      </w:r>
      <w:hyperlink r:id="rId5" w:anchor="_note-1" w:history="1">
        <w:r w:rsidRPr="008A1BA3">
          <w:rPr>
            <w:rFonts w:ascii="Times New Roman" w:hAnsi="Times New Roman"/>
            <w:color w:val="0000FF"/>
            <w:sz w:val="28"/>
            <w:szCs w:val="28"/>
            <w:u w:val="single"/>
            <w:vertAlign w:val="superscript"/>
            <w:lang w:eastAsia="ru-RU"/>
          </w:rPr>
          <w:t>[1]</w:t>
        </w:r>
      </w:hyperlink>
      <w:r w:rsidRPr="00CD5E93">
        <w:rPr>
          <w:rFonts w:ascii="Times New Roman" w:hAnsi="Times New Roman"/>
          <w:sz w:val="28"/>
          <w:szCs w:val="28"/>
          <w:lang w:eastAsia="ru-RU"/>
        </w:rPr>
        <w:t xml:space="preserve"> Существует множество поводов, чтобы уйти: </w:t>
      </w:r>
    </w:p>
    <w:p w:rsidR="00DD26DF" w:rsidRPr="00CD5E93" w:rsidRDefault="00DD26DF" w:rsidP="00CD5E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Поговорите с вашими родителями по телефону.</w:t>
      </w:r>
    </w:p>
    <w:p w:rsidR="00DD26DF" w:rsidRPr="00CD5E93" w:rsidRDefault="00DD26DF" w:rsidP="00CD5E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Вспомните о встрече с вашими друзьями.</w:t>
      </w:r>
    </w:p>
    <w:p w:rsidR="00DD26DF" w:rsidRDefault="00DD26DF" w:rsidP="008A1BA3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CD5E93">
        <w:rPr>
          <w:rFonts w:ascii="Times New Roman" w:hAnsi="Times New Roman"/>
          <w:sz w:val="28"/>
          <w:szCs w:val="28"/>
          <w:lang w:eastAsia="ru-RU"/>
        </w:rPr>
        <w:t>Скажите, что уже поздно и что вы очень устали.</w:t>
      </w:r>
    </w:p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b/>
          <w:bCs/>
          <w:sz w:val="28"/>
          <w:szCs w:val="28"/>
          <w:lang w:eastAsia="ru-RU"/>
        </w:rPr>
        <w:t>Обратите давление против ваших сверстников</w:t>
      </w:r>
      <w:r w:rsidRPr="00CD5E93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CD5E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E93">
        <w:rPr>
          <w:rFonts w:ascii="Times New Roman" w:hAnsi="Times New Roman"/>
          <w:sz w:val="28"/>
          <w:szCs w:val="28"/>
          <w:lang w:eastAsia="ru-RU"/>
        </w:rPr>
        <w:t>Для этого нужна смелость, но так вы сможете помочь не только себе, но и другому человеку. Используйте любую возможность, чтобы изменить их поведение вместо того, чтобы они изменили ваше.</w:t>
      </w:r>
      <w:hyperlink r:id="rId6" w:anchor="_note-2" w:history="1">
        <w:r w:rsidRPr="008A1BA3">
          <w:rPr>
            <w:rFonts w:ascii="Times New Roman" w:hAnsi="Times New Roman"/>
            <w:color w:val="0000FF"/>
            <w:sz w:val="28"/>
            <w:szCs w:val="28"/>
            <w:u w:val="single"/>
            <w:vertAlign w:val="superscript"/>
            <w:lang w:eastAsia="ru-RU"/>
          </w:rPr>
          <w:t>[2]</w:t>
        </w:r>
      </w:hyperlink>
      <w:r w:rsidRPr="00CD5E9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D26DF" w:rsidRPr="008A1BA3" w:rsidRDefault="00DD26DF" w:rsidP="00CD5E9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«Вы уже занимаетесь сексом? Обязательно пользуетесь презервативами, чтобы избежать нежелательной беременности или венерических заболеваний.»</w:t>
      </w:r>
    </w:p>
    <w:p w:rsidR="00DD26DF" w:rsidRDefault="00DD26DF" w:rsidP="008A1B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D26DF" w:rsidRPr="00CD5E93" w:rsidRDefault="00DD26DF" w:rsidP="008A1B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5E93">
        <w:rPr>
          <w:rFonts w:ascii="Times New Roman" w:hAnsi="Times New Roman"/>
          <w:b/>
          <w:bCs/>
          <w:sz w:val="28"/>
          <w:szCs w:val="28"/>
          <w:lang w:eastAsia="ru-RU"/>
        </w:rPr>
        <w:t>Лучший способ избежать давления</w:t>
      </w:r>
      <w:r w:rsidRPr="00CD5E9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со стороны сверстников – это вообще не общаться с теми из них, которые любят давить на других людей.</w:t>
      </w:r>
      <w:hyperlink r:id="rId7" w:anchor="_note-3" w:history="1">
        <w:r w:rsidRPr="00CD5E93">
          <w:rPr>
            <w:rFonts w:ascii="Times New Roman" w:hAnsi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  <w:r w:rsidRPr="00CD5E93">
        <w:rPr>
          <w:rFonts w:ascii="Times New Roman" w:hAnsi="Times New Roman"/>
          <w:sz w:val="24"/>
          <w:szCs w:val="24"/>
          <w:lang w:eastAsia="ru-RU"/>
        </w:rPr>
        <w:t xml:space="preserve"> Иногда вашими друзьями становятся яркие люди (и вы сами хотите быть яркими), но на самом деле такие друзья совершенно не думают о вас. Настоящие друзья обязательно поймут, когда вы не хотите делать чего-то и не будут давить на вас. </w:t>
      </w:r>
    </w:p>
    <w:p w:rsidR="00DD26DF" w:rsidRPr="00CD5E93" w:rsidRDefault="00DD26DF" w:rsidP="00CD5E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5E93">
        <w:rPr>
          <w:rFonts w:ascii="Times New Roman" w:hAnsi="Times New Roman"/>
          <w:sz w:val="24"/>
          <w:szCs w:val="24"/>
          <w:lang w:eastAsia="ru-RU"/>
        </w:rPr>
        <w:t>Настоящие друзья не будут давить на вас, потому что они ценят вас за какие-то качества, даже если вы не хотите делать то, что им нравится. Друзья, оказывающие на вас давление, хотят самоутвердиться за вас счет или манипулируют вами; не стоит дружить с такими людьми.</w:t>
      </w:r>
    </w:p>
    <w:p w:rsidR="00DD26DF" w:rsidRPr="00CD5E93" w:rsidRDefault="00DD26DF" w:rsidP="00CD5E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5E93">
        <w:rPr>
          <w:rFonts w:ascii="Times New Roman" w:hAnsi="Times New Roman"/>
          <w:sz w:val="24"/>
          <w:szCs w:val="24"/>
          <w:lang w:eastAsia="ru-RU"/>
        </w:rPr>
        <w:t>Этот метод предполагает поиск новых друзей. Не беспокойтесь – заводя новых друзей, которые ближе вам, вы станете счастливее и избавитесь от давления со стороны сверстников.</w:t>
      </w:r>
    </w:p>
    <w:p w:rsidR="00DD26DF" w:rsidRPr="00CD5E93" w:rsidRDefault="00DD26DF" w:rsidP="00CD5E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5E93">
        <w:rPr>
          <w:rFonts w:ascii="Times New Roman" w:hAnsi="Times New Roman"/>
          <w:sz w:val="24"/>
          <w:szCs w:val="24"/>
          <w:lang w:eastAsia="ru-RU"/>
        </w:rPr>
        <w:t>Попробуйте подружиться с людьми, которые похожи на вас, то есть любят и делают вещи, которые интересны и вам. Например, если вы видите человека, читающего книгу, которая вам нравится, завяжите с ним разговор об этой книге. Скорее всего, вы быстро подружитесь с таким человеком.</w:t>
      </w:r>
    </w:p>
    <w:p w:rsidR="00DD26DF" w:rsidRPr="00CD5E93" w:rsidRDefault="00DD26DF" w:rsidP="00F645E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D5E93">
        <w:rPr>
          <w:rFonts w:ascii="Times New Roman" w:hAnsi="Times New Roman"/>
          <w:sz w:val="24"/>
          <w:szCs w:val="24"/>
          <w:lang w:eastAsia="ru-RU"/>
        </w:rPr>
        <w:t>Даже если вы завели новых друзей, это не значит, что вы не должны общаться со старыми. Просто тратьте меньше времени на них, чтобы уменьшить вероятность давления с их стороны.</w:t>
      </w:r>
    </w:p>
    <w:p w:rsidR="00DD26DF" w:rsidRPr="00CD5E93" w:rsidRDefault="00DD26DF" w:rsidP="00CD5E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b/>
          <w:bCs/>
          <w:sz w:val="28"/>
          <w:szCs w:val="28"/>
          <w:lang w:eastAsia="ru-RU"/>
        </w:rPr>
        <w:t>Свободное время посвящайте тому, что вы любите делать, а не встречайтесь с друзьями, которые оказывают на вас давление.</w:t>
      </w:r>
      <w:r w:rsidRPr="00CD5E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E93">
        <w:rPr>
          <w:rFonts w:ascii="Times New Roman" w:hAnsi="Times New Roman"/>
          <w:sz w:val="28"/>
          <w:szCs w:val="28"/>
          <w:lang w:eastAsia="ru-RU"/>
        </w:rPr>
        <w:t xml:space="preserve">Найдите для себя увлекательное занятие, чтобы не отвлекаться на сверстников. </w:t>
      </w:r>
    </w:p>
    <w:p w:rsidR="00DD26DF" w:rsidRPr="00CD5E93" w:rsidRDefault="00DD26DF" w:rsidP="00CD5E9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Например, начните изучать предмет, который вас давно интересует.</w:t>
      </w:r>
    </w:p>
    <w:p w:rsidR="00DD26DF" w:rsidRPr="008A1BA3" w:rsidRDefault="00DD26DF" w:rsidP="00CD5E9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5E93">
        <w:rPr>
          <w:rFonts w:ascii="Times New Roman" w:hAnsi="Times New Roman"/>
          <w:sz w:val="28"/>
          <w:szCs w:val="28"/>
          <w:lang w:eastAsia="ru-RU"/>
        </w:rPr>
        <w:t>Или найдите работу. Так вы будете не только заняты, но и заработаете деньги (которые сможете потратить на то, что вам нравится).</w:t>
      </w:r>
    </w:p>
    <w:p w:rsidR="00DD26DF" w:rsidRDefault="00DD26DF" w:rsidP="00CD5E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D26DF" w:rsidRDefault="00DD26DF" w:rsidP="00CD5E9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26DF" w:rsidRDefault="00DD26DF" w:rsidP="00CD5E9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26DF" w:rsidRDefault="00DD26DF" w:rsidP="00CD5E9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26DF" w:rsidRDefault="00DD26DF" w:rsidP="00CD5E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ПАМЯТКА  ДЛЯ  УЧАЩИХСЯ</w:t>
      </w:r>
    </w:p>
    <w:p w:rsidR="00DD26DF" w:rsidRDefault="00DD26DF" w:rsidP="00CD5E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D26DF" w:rsidRPr="00CD5E93" w:rsidRDefault="00DD26DF" w:rsidP="00CD5E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CD5E93">
        <w:rPr>
          <w:rFonts w:ascii="Times New Roman" w:hAnsi="Times New Roman"/>
          <w:b/>
          <w:sz w:val="36"/>
          <w:szCs w:val="36"/>
          <w:lang w:eastAsia="ru-RU"/>
        </w:rPr>
        <w:t>«Как  избежать</w:t>
      </w:r>
    </w:p>
    <w:p w:rsidR="00DD26DF" w:rsidRPr="00CD5E93" w:rsidRDefault="00DD26DF" w:rsidP="00CD5E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CD5E93">
        <w:rPr>
          <w:rFonts w:ascii="Times New Roman" w:hAnsi="Times New Roman"/>
          <w:b/>
          <w:sz w:val="36"/>
          <w:szCs w:val="36"/>
          <w:lang w:eastAsia="ru-RU"/>
        </w:rPr>
        <w:t>негативного  давления</w:t>
      </w:r>
    </w:p>
    <w:p w:rsidR="00DD26DF" w:rsidRDefault="00DD26DF" w:rsidP="00CD5E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5E93">
        <w:rPr>
          <w:rFonts w:ascii="Times New Roman" w:hAnsi="Times New Roman"/>
          <w:b/>
          <w:sz w:val="36"/>
          <w:szCs w:val="36"/>
          <w:lang w:eastAsia="ru-RU"/>
        </w:rPr>
        <w:t>сверстников»</w:t>
      </w:r>
    </w:p>
    <w:p w:rsidR="00DD26DF" w:rsidRDefault="00DD26DF" w:rsidP="00CD5E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A1AEC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www.wikihow.com/images_en/thumb/e/e4/Deal-With-Peer-Pressure-Step-1-Version-2.jpg/v4-900px-Deal-With-Peer-Pressure-Step-1-Version-2.jpg" style="width:3in;height:160.5pt;visibility:visible">
            <v:imagedata r:id="rId8" o:title=""/>
          </v:shape>
        </w:pict>
      </w:r>
    </w:p>
    <w:p w:rsidR="00DD26DF" w:rsidRPr="00F645E0" w:rsidRDefault="00DD26DF" w:rsidP="00F645E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</w:p>
    <w:sectPr w:rsidR="00DD26DF" w:rsidRPr="00F645E0" w:rsidSect="00CD5E93">
      <w:pgSz w:w="16838" w:h="11906" w:orient="landscape"/>
      <w:pgMar w:top="142" w:right="395" w:bottom="426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52B"/>
    <w:multiLevelType w:val="multilevel"/>
    <w:tmpl w:val="9002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E3760"/>
    <w:multiLevelType w:val="multilevel"/>
    <w:tmpl w:val="D13C6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18564E"/>
    <w:multiLevelType w:val="multilevel"/>
    <w:tmpl w:val="5F269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8773E1"/>
    <w:multiLevelType w:val="multilevel"/>
    <w:tmpl w:val="8C2C1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7C2EBF"/>
    <w:multiLevelType w:val="multilevel"/>
    <w:tmpl w:val="35289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40018A"/>
    <w:multiLevelType w:val="multilevel"/>
    <w:tmpl w:val="81AC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E14836"/>
    <w:multiLevelType w:val="multilevel"/>
    <w:tmpl w:val="0A781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DE47CC"/>
    <w:multiLevelType w:val="multilevel"/>
    <w:tmpl w:val="3A44C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E93"/>
    <w:rsid w:val="001031A2"/>
    <w:rsid w:val="001A1AEC"/>
    <w:rsid w:val="0055613F"/>
    <w:rsid w:val="00853F35"/>
    <w:rsid w:val="008A1BA3"/>
    <w:rsid w:val="00AF47A8"/>
    <w:rsid w:val="00CD5E93"/>
    <w:rsid w:val="00D42B65"/>
    <w:rsid w:val="00DD26DF"/>
    <w:rsid w:val="00F64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5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5E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CD5E9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74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ru.wikihow.com/%D0%BD%D0%B5-%D0%BF%D0%BE%D0%B4%D0%B4%D0%B0%D1%82%D1%8C%D1%81%D1%8F-%D0%B4%D0%B0%D0%B2%D0%BB%D0%B5%D0%BD%D0%B8%D1%8E-%D1%81%D0%B2%D0%B5%D1%80%D1%81%D1%82%D0%BD%D0%B8%D0%BA%D0%BE%D0%B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how.com/%D0%BD%D0%B5-%D0%BF%D0%BE%D0%B4%D0%B4%D0%B0%D1%82%D1%8C%D1%81%D1%8F-%D0%B4%D0%B0%D0%B2%D0%BB%D0%B5%D0%BD%D0%B8%D1%8E-%D1%81%D0%B2%D0%B5%D1%80%D1%81%D1%82%D0%BD%D0%B8%D0%BA%D0%BE%D0%B2" TargetMode="External"/><Relationship Id="rId5" Type="http://schemas.openxmlformats.org/officeDocument/2006/relationships/hyperlink" Target="https://ru.wikihow.com/%D0%BD%D0%B5-%D0%BF%D0%BE%D0%B4%D0%B4%D0%B0%D1%82%D1%8C%D1%81%D1%8F-%D0%B4%D0%B0%D0%B2%D0%BB%D0%B5%D0%BD%D0%B8%D1%8E-%D1%81%D0%B2%D0%B5%D1%80%D1%81%D1%82%D0%BD%D0%B8%D0%BA%D0%BE%D0%B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756</Words>
  <Characters>4315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Игнорируйте вопросы и предложения ваших сверстников</dc:title>
  <dc:subject/>
  <dc:creator>Администратор</dc:creator>
  <cp:keywords/>
  <dc:description/>
  <cp:lastModifiedBy>Admin</cp:lastModifiedBy>
  <cp:revision>2</cp:revision>
  <dcterms:created xsi:type="dcterms:W3CDTF">2024-02-12T12:18:00Z</dcterms:created>
  <dcterms:modified xsi:type="dcterms:W3CDTF">2024-02-12T12:18:00Z</dcterms:modified>
</cp:coreProperties>
</file>