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AF" w:rsidRDefault="000D7BAF" w:rsidP="00130136">
      <w:pPr>
        <w:spacing w:after="0" w:line="360" w:lineRule="auto"/>
        <w:ind w:left="-992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«Использование ИКТ на уроках математики»</w:t>
      </w:r>
    </w:p>
    <w:p w:rsidR="000D7BAF" w:rsidRDefault="000D7BAF" w:rsidP="00130136">
      <w:pPr>
        <w:spacing w:after="0" w:line="360" w:lineRule="auto"/>
        <w:ind w:left="-992"/>
        <w:jc w:val="center"/>
        <w:rPr>
          <w:rFonts w:ascii="Times New Roman" w:hAnsi="Times New Roman"/>
          <w:b/>
          <w:sz w:val="24"/>
        </w:rPr>
      </w:pPr>
    </w:p>
    <w:p w:rsidR="000D7BAF" w:rsidRDefault="000D7BAF" w:rsidP="00130136">
      <w:pPr>
        <w:spacing w:after="0" w:line="360" w:lineRule="auto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Опыт моей педагогической деятельности сравнительно небольшой. Работая первый год, я столкнулась со следующей проблемой, которая встречается у всех преподавателей математики. Дети остаются равнодушны к предмету, учить правила, запоминать формулы, набивать руку на решении примеров и уравнений, хотят, увы, единицы. Математика стала сложна для восприятия современных детей, а уроки без использования эффективных методов и приемов обучения – скучны.</w:t>
      </w:r>
    </w:p>
    <w:p w:rsidR="000D7BAF" w:rsidRDefault="000D7BAF" w:rsidP="00130136">
      <w:pPr>
        <w:spacing w:after="0" w:line="360" w:lineRule="auto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Сегодня, я бы хотела поделиться с вами тем, что у меня уже хорошо получается.</w:t>
      </w:r>
    </w:p>
    <w:p w:rsidR="000D7BAF" w:rsidRDefault="000D7BAF" w:rsidP="00130136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 можете себе представить жизнь сегодня без смартфона и интернета? Вряд ли. Ведь даже маленький ребенок, который еще ходит в садик умеет управляться с телефоном и планшетом.</w:t>
      </w:r>
    </w:p>
    <w:p w:rsidR="000D7BAF" w:rsidRDefault="000D7BAF" w:rsidP="00130136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Многие сферы деятельности перешли на цифровые системы: больницы, регистрационные палаты, налоговые службы, правоохранительные органы. Система образования тоже не стоит на месте. Учебные материалы, планы, занятия, журналы и дневники перешли на онлайн версии, на цифровые платформы. Учитель уже может проводить уроки не выходя из дома. Появляется все больше и больше интернет платформ, электронных учебных комплексов, интернет сайтов, где обучение происходит с помощью дистанционных технологий. Как можно не воспользоваться и не применить в работе столь большой спектр предложенных программ для применения на собственных уроках? </w:t>
      </w:r>
    </w:p>
    <w:p w:rsidR="000D7BAF" w:rsidRDefault="000D7BAF" w:rsidP="00130136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 умственной нагрузки на уроках математики, заставляет задуматься над тем, как поддержать интерес к изучаемому материалу у учащихся, их активность на протяжении всего урока. Использование ИКТ является эффективным методом обучения и таким методическим приемом, который активизирует мысль школьников, стимулирует их к самостоятельному приобретению знаний.</w:t>
      </w:r>
    </w:p>
    <w:p w:rsidR="000D7BAF" w:rsidRDefault="000D7BAF" w:rsidP="00130136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цифровые методы можно на любом этапе урока: при контроле знаний, для понимания нового материала, закрепления изученного, самостоятельной работе, и конечно, рефлексии. Таким образом, включение в урок информационно-компьютерных технологий, делает процесс обучения математике интересным и занимательным.</w:t>
      </w:r>
    </w:p>
    <w:p w:rsidR="000D7BAF" w:rsidRDefault="000D7BAF" w:rsidP="00130136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Первая образовательная платформа, которую я применяю в работе: </w:t>
      </w:r>
      <w:r w:rsidRPr="00F23880">
        <w:rPr>
          <w:rFonts w:ascii="Times New Roman" w:hAnsi="Times New Roman"/>
          <w:b/>
          <w:sz w:val="24"/>
          <w:szCs w:val="24"/>
        </w:rPr>
        <w:t>«Учи.ру».</w:t>
      </w:r>
    </w:p>
    <w:p w:rsidR="000D7BAF" w:rsidRDefault="000D7BAF" w:rsidP="00130136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начала 2020-2021 учебного года я участвую в проекте «Цифровая школа Учи.ру». </w:t>
      </w:r>
    </w:p>
    <w:p w:rsidR="000D7BAF" w:rsidRPr="008A316F" w:rsidRDefault="000D7BAF" w:rsidP="008A316F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 w:rsidRPr="008A316F">
        <w:rPr>
          <w:rFonts w:ascii="Times New Roman" w:hAnsi="Times New Roman"/>
          <w:sz w:val="24"/>
          <w:szCs w:val="24"/>
        </w:rPr>
        <w:t>Цель проекта: апробация современных форматов проведения урока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6F">
        <w:rPr>
          <w:rFonts w:ascii="Times New Roman" w:hAnsi="Times New Roman"/>
          <w:sz w:val="24"/>
          <w:szCs w:val="24"/>
        </w:rPr>
        <w:t>применением цифровых технологий</w:t>
      </w:r>
      <w:r>
        <w:rPr>
          <w:rFonts w:ascii="Times New Roman" w:hAnsi="Times New Roman"/>
          <w:sz w:val="24"/>
          <w:szCs w:val="24"/>
        </w:rPr>
        <w:t>.</w:t>
      </w:r>
    </w:p>
    <w:p w:rsidR="000D7BAF" w:rsidRDefault="000D7BAF" w:rsidP="008A316F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 w:rsidRPr="008A316F">
        <w:rPr>
          <w:rFonts w:ascii="Times New Roman" w:hAnsi="Times New Roman"/>
          <w:sz w:val="24"/>
          <w:szCs w:val="24"/>
        </w:rPr>
        <w:t>Суть проекта: один урок в неделю с заявленным классом по предлагаемой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6F">
        <w:rPr>
          <w:rFonts w:ascii="Times New Roman" w:hAnsi="Times New Roman"/>
          <w:sz w:val="24"/>
          <w:szCs w:val="24"/>
        </w:rPr>
        <w:t>методике с использованием компьютеров/планшетов</w:t>
      </w:r>
      <w:r>
        <w:rPr>
          <w:rFonts w:ascii="Times New Roman" w:hAnsi="Times New Roman"/>
          <w:sz w:val="24"/>
          <w:szCs w:val="24"/>
        </w:rPr>
        <w:t>.</w:t>
      </w:r>
    </w:p>
    <w:p w:rsidR="000D7BAF" w:rsidRDefault="000D7BAF" w:rsidP="00F23880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данной программе мы принимаем с 6 классом, так как это самый подходящий возраст для работы на платформе. Работа проходит в компьютерном классе. П</w:t>
      </w:r>
      <w:r w:rsidRPr="00F23880">
        <w:rPr>
          <w:rFonts w:ascii="Times New Roman" w:hAnsi="Times New Roman"/>
          <w:sz w:val="24"/>
          <w:szCs w:val="24"/>
        </w:rPr>
        <w:t>редварительно до начала урока</w:t>
      </w:r>
      <w:r>
        <w:rPr>
          <w:rFonts w:ascii="Times New Roman" w:hAnsi="Times New Roman"/>
          <w:sz w:val="24"/>
          <w:szCs w:val="24"/>
        </w:rPr>
        <w:t xml:space="preserve"> я создаю задание на платформе по теме урока, далее делю класс на две группы (станции), чаще всего по уровню знаний. Далее первая группа работает фронтально на платформе с учителем: закрепляют пройденную тему, разбирают новую тему, готовятся к проверочной работе и т.д., вторая самостоятельно на компьютерах, выводя правило или решая карточки интерактивного курса или задание от учителя. После, группы меняются местами. </w:t>
      </w:r>
      <w:r w:rsidRPr="00F23880">
        <w:rPr>
          <w:rFonts w:ascii="Times New Roman" w:hAnsi="Times New Roman"/>
          <w:sz w:val="24"/>
          <w:szCs w:val="24"/>
        </w:rPr>
        <w:t xml:space="preserve">В конце урока (последние 5 минут) </w:t>
      </w:r>
      <w:r>
        <w:rPr>
          <w:rFonts w:ascii="Times New Roman" w:hAnsi="Times New Roman"/>
          <w:sz w:val="24"/>
          <w:szCs w:val="24"/>
        </w:rPr>
        <w:t>я</w:t>
      </w:r>
      <w:r w:rsidRPr="00F23880">
        <w:rPr>
          <w:rFonts w:ascii="Times New Roman" w:hAnsi="Times New Roman"/>
          <w:sz w:val="24"/>
          <w:szCs w:val="24"/>
        </w:rPr>
        <w:t xml:space="preserve"> выво</w:t>
      </w:r>
      <w:r>
        <w:rPr>
          <w:rFonts w:ascii="Times New Roman" w:hAnsi="Times New Roman"/>
          <w:sz w:val="24"/>
          <w:szCs w:val="24"/>
        </w:rPr>
        <w:t>жу</w:t>
      </w:r>
      <w:r w:rsidRPr="00F23880">
        <w:rPr>
          <w:rFonts w:ascii="Times New Roman" w:hAnsi="Times New Roman"/>
          <w:sz w:val="24"/>
          <w:szCs w:val="24"/>
        </w:rPr>
        <w:t xml:space="preserve"> на экран статистику, подво</w:t>
      </w:r>
      <w:r>
        <w:rPr>
          <w:rFonts w:ascii="Times New Roman" w:hAnsi="Times New Roman"/>
          <w:sz w:val="24"/>
          <w:szCs w:val="24"/>
        </w:rPr>
        <w:t>жу</w:t>
      </w:r>
      <w:r w:rsidRPr="00F23880">
        <w:rPr>
          <w:rFonts w:ascii="Times New Roman" w:hAnsi="Times New Roman"/>
          <w:sz w:val="24"/>
          <w:szCs w:val="24"/>
        </w:rPr>
        <w:t xml:space="preserve"> итоги и став</w:t>
      </w:r>
      <w:r>
        <w:rPr>
          <w:rFonts w:ascii="Times New Roman" w:hAnsi="Times New Roman"/>
          <w:sz w:val="24"/>
          <w:szCs w:val="24"/>
        </w:rPr>
        <w:t xml:space="preserve">лю </w:t>
      </w:r>
      <w:r w:rsidRPr="00F23880">
        <w:rPr>
          <w:rFonts w:ascii="Times New Roman" w:hAnsi="Times New Roman"/>
          <w:sz w:val="24"/>
          <w:szCs w:val="24"/>
        </w:rPr>
        <w:t>оценки</w:t>
      </w:r>
      <w:r>
        <w:rPr>
          <w:rFonts w:ascii="Times New Roman" w:hAnsi="Times New Roman"/>
          <w:sz w:val="24"/>
          <w:szCs w:val="24"/>
        </w:rPr>
        <w:t xml:space="preserve"> за работу</w:t>
      </w:r>
      <w:r w:rsidRPr="00F23880">
        <w:rPr>
          <w:rFonts w:ascii="Times New Roman" w:hAnsi="Times New Roman"/>
          <w:sz w:val="24"/>
          <w:szCs w:val="24"/>
        </w:rPr>
        <w:t>.</w:t>
      </w:r>
    </w:p>
    <w:p w:rsidR="000D7BAF" w:rsidRDefault="000D7BAF" w:rsidP="00F23880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на платформе «Учи.ру» разнообразят обычные уроки. Детям интересно работать самостоятельно на компьютере и на интерактивной доске. Занятия не вызывают негативных эмоций у детей. Таким образом, через создание благоприятной эмоциональной среды повышается мотивация ребенка. Платформа анализирует действия ребенка: учитывает скорость и правильность выполнения заданий, количество ошибок и поведение ученика и на основе этих данных автоматически подбирает персональные задания и их последовательность, создавая индивидуальную образовательную траекторию. Самое главное, что с проверкой материала у меня не возникает проблем. Я включаю итоги урока и  выставляю оценки.</w:t>
      </w:r>
    </w:p>
    <w:p w:rsidR="000D7BAF" w:rsidRDefault="000D7BAF" w:rsidP="00F23880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Вторая образовательная платформа, применяемая на уроках: </w:t>
      </w:r>
      <w:r w:rsidRPr="00DE71DF">
        <w:rPr>
          <w:rFonts w:ascii="Times New Roman" w:hAnsi="Times New Roman"/>
          <w:b/>
          <w:sz w:val="24"/>
          <w:szCs w:val="24"/>
        </w:rPr>
        <w:t>«ЯКласс»</w:t>
      </w:r>
      <w:r>
        <w:rPr>
          <w:rFonts w:ascii="Times New Roman" w:hAnsi="Times New Roman"/>
          <w:sz w:val="24"/>
          <w:szCs w:val="24"/>
        </w:rPr>
        <w:t>.</w:t>
      </w:r>
    </w:p>
    <w:p w:rsidR="000D7BAF" w:rsidRDefault="000D7BAF" w:rsidP="00F23880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платформа очень удобна не только для очных, но и дистанционных занятий.</w:t>
      </w:r>
    </w:p>
    <w:p w:rsidR="000D7BAF" w:rsidRDefault="000D7BAF" w:rsidP="00F23880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удобна на уроках, в основном, для закрепления изученного материала и проверки знаний в конце урока. Ученики выполняют задания самостоятельно и разного варианта, очень удобно при борьбе со списыванием. Хочется добавить, что спектр заданий очень большой, есть задания для слабоуспевающих и сильных учеников, поэтому на уроке можно выполнить иногда, даже больше, чем задумано. Так же как Учи.ру, ЯКласс экономит мое время на проверку: я получаю отчет о выполнении работы и выставляю отметку в соответствии с предложенными критериями оценивания. Главное в этой платформе, это наличие действующих заданий для подготовки к ОГЭ, ЕГЭ и ВПР, которые можно задать на дом для дополнительного разбора и решения, чем я и пользуюсь.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Моя любимая платформа для быстрой проверки знаний и закрепления изученного материала, в основном, когда необходимо отработать теоретический материал – это «</w:t>
      </w:r>
      <w:r w:rsidRPr="00DE71DF">
        <w:rPr>
          <w:rFonts w:ascii="Times New Roman" w:hAnsi="Times New Roman"/>
          <w:b/>
          <w:sz w:val="24"/>
          <w:szCs w:val="24"/>
          <w:lang w:val="en-US"/>
        </w:rPr>
        <w:t>Kahoot</w:t>
      </w:r>
      <w:r>
        <w:rPr>
          <w:rFonts w:ascii="Times New Roman" w:hAnsi="Times New Roman"/>
          <w:sz w:val="24"/>
          <w:szCs w:val="24"/>
        </w:rPr>
        <w:t>».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 бесплатная платформа для любого возраста. Я ее использую как с 6, так и с 9 классом. Все, что необходимо, это наличие телефонов с выходом в интернет от учащихся. Использование этого сервиса является прекрасной системой обратной связи. Процесс проверки понимания или обсуждение какого-то вопроса превращается в настоящую увлекательную игру! Созданные в </w:t>
      </w:r>
      <w:r>
        <w:rPr>
          <w:rFonts w:ascii="Times New Roman" w:hAnsi="Times New Roman"/>
          <w:sz w:val="24"/>
          <w:szCs w:val="24"/>
          <w:lang w:val="en-US"/>
        </w:rPr>
        <w:t>Kahoot</w:t>
      </w:r>
      <w:r>
        <w:rPr>
          <w:rFonts w:ascii="Times New Roman" w:hAnsi="Times New Roman"/>
          <w:sz w:val="24"/>
          <w:szCs w:val="24"/>
        </w:rPr>
        <w:t xml:space="preserve"> задания позволяют включить в них фотографии (очень удобно для урока геометрии) и даже видеофрагменты. Лучше использовать эту программу в конце урока, так как она раззадоривает учащихся и урок оканчивается на веселых нотах и с хорошим настроением.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Применение на уроках образовательного сервиса </w:t>
      </w:r>
      <w:r w:rsidRPr="00DE71DF">
        <w:rPr>
          <w:rFonts w:ascii="Times New Roman" w:hAnsi="Times New Roman"/>
          <w:b/>
          <w:sz w:val="24"/>
          <w:szCs w:val="24"/>
          <w:lang w:val="en-US"/>
        </w:rPr>
        <w:t>Wordwall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 хороши помощник при создании игровых онлайн заданий. Данная программа хороша для украшения урока. С ее помощью я создаю небольшие викторины, кроссворды, анаграммы для определения темы урока, цели и задач. </w:t>
      </w:r>
      <w:r>
        <w:rPr>
          <w:rFonts w:ascii="Times New Roman" w:hAnsi="Times New Roman"/>
          <w:sz w:val="24"/>
          <w:szCs w:val="24"/>
          <w:lang w:val="en-US"/>
        </w:rPr>
        <w:t>Wordwall</w:t>
      </w:r>
      <w:r>
        <w:rPr>
          <w:rFonts w:ascii="Times New Roman" w:hAnsi="Times New Roman"/>
          <w:sz w:val="24"/>
          <w:szCs w:val="24"/>
        </w:rPr>
        <w:t xml:space="preserve"> можно использовать для создания как интерактивных, так и печатных материалов. Чаще всего, такие шаблоны я использую в распечатанном виде для самостоятельной работы в группах.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Для изучения нового материала, чаще всего на уроках геометрии, я использую видео уроки на онлайн платформе </w:t>
      </w:r>
      <w:r w:rsidRPr="00DE71DF">
        <w:rPr>
          <w:rFonts w:ascii="Times New Roman" w:hAnsi="Times New Roman"/>
          <w:b/>
          <w:sz w:val="24"/>
          <w:szCs w:val="24"/>
        </w:rPr>
        <w:t>Видеоуроки.нет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Платформа хороша тем, что наглядно можно видеть объяснения учителя, как будто он объясняет материал у доски и использует все наглядные инструменты и демонстрационные материалы. Объяснение можно прослушать не один, а несколько раз, если с первого раза оно показалось не понятным.  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наше время создается все больше и больше онлайн образовательных платформ. Я часто вечерами сижу и пытаюсь разобраться в них для применения в работе. Ведь так хочется, чтобы урок запомнился учащимися. Уроки, проводимые с использованием компьютерных технологий, позволяют сделать их более интересными, продуманными, мобильными. Используется практически любой материал, нет необходимости готовить к уроку массу репродукций, аудио-сопровождения, распечатывать большое количество рабочих карточек – все это уже заранее готово!</w:t>
      </w:r>
    </w:p>
    <w:p w:rsidR="000D7BAF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Итак, применение ИКТ в образовательном процессе, позволяет решать для меня одну из важных задач обучения – повышение эффективности урока.</w:t>
      </w:r>
    </w:p>
    <w:p w:rsidR="000D7BAF" w:rsidRPr="00AC1A45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C1A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Компьютер является как помощником школьника, так и контролером. </w:t>
      </w:r>
      <w:r w:rsidRPr="00AC1A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  <w:t>Применяя ИКТ-технологии, учитель не только даёт знания, но еще и показывает их границы, обучает школьников приёмам обработки информации, разным видам деятельности; сталкивает ученика с проблемами, решения которых лежат за пределами изучаемого курса, что нацеливает их на поиски нестандартных решений, на самообразование; благодаря такой работе ученик сможет максимально раскрыться, показать все свои возможности и способности, проявить и развить свои таланты. А главное – найти себя, почувствовать свою значимость и осознать, что он – личность, способная мыслить, творить, создавать новое. И, следовательно, учитель выполнил своё предназначение! </w:t>
      </w:r>
    </w:p>
    <w:p w:rsidR="000D7BAF" w:rsidRPr="007D1D6C" w:rsidRDefault="000D7BAF" w:rsidP="007D1D6C">
      <w:pPr>
        <w:spacing w:after="0" w:line="360" w:lineRule="auto"/>
        <w:ind w:left="-992" w:firstLine="992"/>
        <w:jc w:val="both"/>
        <w:rPr>
          <w:rFonts w:ascii="Times New Roman" w:hAnsi="Times New Roman"/>
          <w:sz w:val="24"/>
          <w:szCs w:val="24"/>
        </w:rPr>
      </w:pPr>
    </w:p>
    <w:sectPr w:rsidR="000D7BAF" w:rsidRPr="007D1D6C" w:rsidSect="009C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BAF" w:rsidRDefault="000D7BAF" w:rsidP="009C6084">
      <w:pPr>
        <w:spacing w:after="0" w:line="240" w:lineRule="auto"/>
      </w:pPr>
      <w:r>
        <w:separator/>
      </w:r>
    </w:p>
  </w:endnote>
  <w:endnote w:type="continuationSeparator" w:id="0">
    <w:p w:rsidR="000D7BAF" w:rsidRDefault="000D7BAF" w:rsidP="009C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BAF" w:rsidRDefault="000D7BAF" w:rsidP="009C6084">
      <w:pPr>
        <w:spacing w:after="0" w:line="240" w:lineRule="auto"/>
      </w:pPr>
      <w:r>
        <w:separator/>
      </w:r>
    </w:p>
  </w:footnote>
  <w:footnote w:type="continuationSeparator" w:id="0">
    <w:p w:rsidR="000D7BAF" w:rsidRDefault="000D7BAF" w:rsidP="009C6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55563"/>
    <w:multiLevelType w:val="multilevel"/>
    <w:tmpl w:val="818A2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FD1"/>
    <w:rsid w:val="00013B25"/>
    <w:rsid w:val="00035E08"/>
    <w:rsid w:val="000D7BAF"/>
    <w:rsid w:val="000E23B1"/>
    <w:rsid w:val="001112FD"/>
    <w:rsid w:val="00130136"/>
    <w:rsid w:val="00130FD3"/>
    <w:rsid w:val="00202229"/>
    <w:rsid w:val="00204489"/>
    <w:rsid w:val="002966B9"/>
    <w:rsid w:val="002E68F0"/>
    <w:rsid w:val="002F0484"/>
    <w:rsid w:val="00311582"/>
    <w:rsid w:val="003265A5"/>
    <w:rsid w:val="00366EA2"/>
    <w:rsid w:val="003C69E2"/>
    <w:rsid w:val="00495F73"/>
    <w:rsid w:val="005126A8"/>
    <w:rsid w:val="0056104E"/>
    <w:rsid w:val="00651446"/>
    <w:rsid w:val="00675A30"/>
    <w:rsid w:val="006E01A2"/>
    <w:rsid w:val="006F1F4F"/>
    <w:rsid w:val="00705DBC"/>
    <w:rsid w:val="00735466"/>
    <w:rsid w:val="007B6FC5"/>
    <w:rsid w:val="007C2C02"/>
    <w:rsid w:val="007D1D6C"/>
    <w:rsid w:val="0084067C"/>
    <w:rsid w:val="00844287"/>
    <w:rsid w:val="008A316F"/>
    <w:rsid w:val="00975EA4"/>
    <w:rsid w:val="009C6084"/>
    <w:rsid w:val="009D08AE"/>
    <w:rsid w:val="00A42211"/>
    <w:rsid w:val="00A50DDC"/>
    <w:rsid w:val="00AA22DB"/>
    <w:rsid w:val="00AB5B84"/>
    <w:rsid w:val="00AC1A45"/>
    <w:rsid w:val="00BD4FD1"/>
    <w:rsid w:val="00BE7B04"/>
    <w:rsid w:val="00BF3071"/>
    <w:rsid w:val="00C2116E"/>
    <w:rsid w:val="00C55BC4"/>
    <w:rsid w:val="00C61585"/>
    <w:rsid w:val="00CB1737"/>
    <w:rsid w:val="00D904E9"/>
    <w:rsid w:val="00DA6953"/>
    <w:rsid w:val="00DA7114"/>
    <w:rsid w:val="00DD3F44"/>
    <w:rsid w:val="00DE71DF"/>
    <w:rsid w:val="00E25971"/>
    <w:rsid w:val="00E6646A"/>
    <w:rsid w:val="00EC4B45"/>
    <w:rsid w:val="00EF644A"/>
    <w:rsid w:val="00F23462"/>
    <w:rsid w:val="00F23880"/>
    <w:rsid w:val="00F3416C"/>
    <w:rsid w:val="00FD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8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C6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C608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C6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C6084"/>
    <w:rPr>
      <w:rFonts w:cs="Times New Roman"/>
    </w:rPr>
  </w:style>
  <w:style w:type="paragraph" w:styleId="NormalWeb">
    <w:name w:val="Normal (Web)"/>
    <w:basedOn w:val="Normal"/>
    <w:uiPriority w:val="99"/>
    <w:rsid w:val="007D1D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Normal"/>
    <w:uiPriority w:val="99"/>
    <w:rsid w:val="00A422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7B6FC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66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393</TotalTime>
  <Pages>3</Pages>
  <Words>1147</Words>
  <Characters>6544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2014-11-12T05:03:00Z</dcterms:created>
  <dcterms:modified xsi:type="dcterms:W3CDTF">2021-03-14T17:27:00Z</dcterms:modified>
</cp:coreProperties>
</file>